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90" w:rsidRDefault="002F4D90" w:rsidP="003131A4">
      <w:pPr>
        <w:jc w:val="right"/>
      </w:pPr>
      <w:r>
        <w:t xml:space="preserve">Allegato A </w:t>
      </w:r>
    </w:p>
    <w:p w:rsidR="002F4D90" w:rsidRDefault="002F4D90" w:rsidP="003131A4">
      <w:pPr>
        <w:jc w:val="right"/>
        <w:rPr>
          <w:b/>
        </w:rPr>
      </w:pPr>
    </w:p>
    <w:p w:rsidR="002F4D90" w:rsidRDefault="002F4D90" w:rsidP="003131A4">
      <w:pPr>
        <w:jc w:val="right"/>
        <w:rPr>
          <w:b/>
        </w:rPr>
      </w:pPr>
      <w:r>
        <w:rPr>
          <w:b/>
        </w:rPr>
        <w:t xml:space="preserve">Al Dirigente Scolastico </w:t>
      </w:r>
    </w:p>
    <w:p w:rsidR="002F4D90" w:rsidRDefault="002F4D90" w:rsidP="00AD0FCE">
      <w:pPr>
        <w:jc w:val="right"/>
        <w:rPr>
          <w:b/>
        </w:rPr>
      </w:pPr>
      <w:r>
        <w:rPr>
          <w:b/>
        </w:rPr>
        <w:t>Istituto Comprensivo Polo 1</w:t>
      </w:r>
    </w:p>
    <w:p w:rsidR="002F4D90" w:rsidRDefault="002F4D90" w:rsidP="00AD0FCE">
      <w:pPr>
        <w:jc w:val="right"/>
        <w:rPr>
          <w:b/>
        </w:rPr>
      </w:pPr>
      <w:r>
        <w:rPr>
          <w:b/>
        </w:rPr>
        <w:t>GALATINA</w:t>
      </w:r>
    </w:p>
    <w:p w:rsidR="002F4D90" w:rsidRDefault="002F4D90" w:rsidP="003131A4">
      <w:pPr>
        <w:jc w:val="right"/>
        <w:rPr>
          <w:b/>
        </w:rPr>
      </w:pPr>
    </w:p>
    <w:p w:rsidR="002F4D90" w:rsidRDefault="002F4D90" w:rsidP="003131A4">
      <w:pPr>
        <w:jc w:val="right"/>
        <w:rPr>
          <w:b/>
        </w:rPr>
      </w:pPr>
    </w:p>
    <w:p w:rsidR="002F4D90" w:rsidRDefault="002F4D90" w:rsidP="003131A4">
      <w:pPr>
        <w:tabs>
          <w:tab w:val="left" w:pos="7013"/>
        </w:tabs>
        <w:spacing w:before="67"/>
        <w:jc w:val="both"/>
        <w:rPr>
          <w:b/>
          <w:i/>
        </w:rPr>
      </w:pPr>
      <w:r>
        <w:rPr>
          <w:b/>
        </w:rPr>
        <w:t xml:space="preserve">Oggetto: Domanda di partecipazione bando di selezione pubblica per il reclutamento di uno psicologo scolastico - a.s. 2020-21 - </w:t>
      </w:r>
      <w:r>
        <w:rPr>
          <w:b/>
          <w:i/>
        </w:rPr>
        <w:t>Protocollo d’intesa tra Ministero dell’Istruzione e Consiglio Nazionale Ordine degli Psicologi per il supporto psicologico nelle istituzioni scolastiche</w:t>
      </w:r>
    </w:p>
    <w:p w:rsidR="002F4D90" w:rsidRDefault="002F4D90" w:rsidP="003131A4">
      <w:pPr>
        <w:tabs>
          <w:tab w:val="left" w:pos="7013"/>
        </w:tabs>
        <w:spacing w:before="67"/>
        <w:ind w:left="112"/>
        <w:jc w:val="both"/>
        <w:rPr>
          <w:b/>
        </w:rPr>
      </w:pPr>
    </w:p>
    <w:p w:rsidR="002F4D90" w:rsidRDefault="002F4D90" w:rsidP="003131A4"/>
    <w:p w:rsidR="002F4D90" w:rsidRDefault="002F4D90" w:rsidP="003131A4">
      <w:pPr>
        <w:rPr>
          <w:color w:val="000000"/>
        </w:rPr>
      </w:pPr>
      <w:r>
        <w:rPr>
          <w:color w:val="000000"/>
        </w:rPr>
        <w:t>Il/la sottoscritto/a………………………………………………………..………………………… nato/a a ……………………………………il………………………………………….residente a……………………………..  via ……………………………………..………………… n……, C.F………………………………………………..………, e mail ………………………………… cell. ………………………………….</w:t>
      </w:r>
    </w:p>
    <w:p w:rsidR="002F4D90" w:rsidRDefault="002F4D90" w:rsidP="003131A4">
      <w:pPr>
        <w:jc w:val="center"/>
        <w:rPr>
          <w:color w:val="000000"/>
        </w:rPr>
      </w:pPr>
    </w:p>
    <w:p w:rsidR="002F4D90" w:rsidRDefault="002F4D90" w:rsidP="003131A4">
      <w:pPr>
        <w:jc w:val="center"/>
        <w:rPr>
          <w:b/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>CHIEDE</w:t>
      </w:r>
    </w:p>
    <w:p w:rsidR="002F4D90" w:rsidRDefault="002F4D90" w:rsidP="003131A4">
      <w:pPr>
        <w:jc w:val="center"/>
        <w:rPr>
          <w:color w:val="000000"/>
        </w:rPr>
      </w:pPr>
    </w:p>
    <w:p w:rsidR="002F4D90" w:rsidRPr="00923BA2" w:rsidRDefault="002F4D90" w:rsidP="003131A4">
      <w:pPr>
        <w:autoSpaceDE w:val="0"/>
        <w:autoSpaceDN w:val="0"/>
        <w:adjustRightInd w:val="0"/>
        <w:jc w:val="both"/>
        <w:rPr>
          <w:color w:val="000000"/>
        </w:rPr>
      </w:pPr>
      <w:r w:rsidRPr="00923BA2">
        <w:rPr>
          <w:color w:val="000000"/>
        </w:rPr>
        <w:t xml:space="preserve">di accedere alla selezione per </w:t>
      </w:r>
      <w:r>
        <w:rPr>
          <w:color w:val="000000"/>
        </w:rPr>
        <w:t xml:space="preserve">il reclutamento di uno </w:t>
      </w:r>
      <w:r w:rsidRPr="00923BA2">
        <w:rPr>
          <w:b/>
          <w:color w:val="000000"/>
        </w:rPr>
        <w:t xml:space="preserve">Psicologo scolastico </w:t>
      </w:r>
      <w:r w:rsidRPr="00923BA2">
        <w:rPr>
          <w:color w:val="000000"/>
        </w:rPr>
        <w:t>secondo i termini dell’avviso pubblico del quale dichiara di accettare tutte le condizioni</w:t>
      </w:r>
      <w:r>
        <w:rPr>
          <w:color w:val="000000"/>
        </w:rPr>
        <w:t xml:space="preserve"> in esso</w:t>
      </w:r>
      <w:r w:rsidRPr="00923BA2">
        <w:rPr>
          <w:color w:val="000000"/>
        </w:rPr>
        <w:t xml:space="preserve"> stabilite. </w:t>
      </w:r>
    </w:p>
    <w:p w:rsidR="002F4D90" w:rsidRPr="00923BA2" w:rsidRDefault="002F4D90" w:rsidP="003131A4">
      <w:pPr>
        <w:autoSpaceDE w:val="0"/>
        <w:autoSpaceDN w:val="0"/>
        <w:adjustRightInd w:val="0"/>
        <w:rPr>
          <w:color w:val="000000"/>
        </w:rPr>
      </w:pPr>
      <w:r w:rsidRPr="00923BA2">
        <w:rPr>
          <w:color w:val="000000"/>
        </w:rPr>
        <w:t xml:space="preserve">A tale scopo dichiara il possesso dei seguenti requisiti: </w:t>
      </w:r>
    </w:p>
    <w:p w:rsidR="002F4D90" w:rsidRPr="00923BA2" w:rsidRDefault="002F4D90" w:rsidP="003131A4">
      <w:pPr>
        <w:autoSpaceDE w:val="0"/>
        <w:autoSpaceDN w:val="0"/>
        <w:adjustRightInd w:val="0"/>
        <w:rPr>
          <w:color w:val="000000"/>
        </w:rPr>
      </w:pPr>
    </w:p>
    <w:p w:rsidR="002F4D90" w:rsidRPr="00923BA2" w:rsidRDefault="002F4D90" w:rsidP="003131A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>Cittadinanza italiana (tale requisito non è richiesto per i soggetti appartenenti all’ Unione Europea, fatte salve le eccezioni di cui al D.P.C.M. 7/02/1994 n. 174);</w:t>
      </w:r>
    </w:p>
    <w:p w:rsidR="002F4D90" w:rsidRPr="00923BA2" w:rsidRDefault="002F4D90" w:rsidP="003131A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>Godimento dei diritti politici e civili;</w:t>
      </w:r>
    </w:p>
    <w:p w:rsidR="002F4D90" w:rsidRPr="00923BA2" w:rsidRDefault="002F4D90" w:rsidP="003131A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>Non essere stato destituito o dispensato dall’impiego presso una Pubblica Amministrazione, né trovarsi in alcuna condizione di incompatibilità;</w:t>
      </w:r>
    </w:p>
    <w:p w:rsidR="002F4D90" w:rsidRPr="00923BA2" w:rsidRDefault="002F4D90" w:rsidP="003131A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>Non aver riportato condanne penali né avere procedimenti penali in corso che precludano la costituzione del rapporto di pubblico impiego;</w:t>
      </w:r>
    </w:p>
    <w:p w:rsidR="002F4D90" w:rsidRPr="00923BA2" w:rsidRDefault="002F4D90" w:rsidP="003131A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 xml:space="preserve">Idoneità fisica all’impiego. L’Istituzione scolastica si riserva di richiedere certificazione medica di idoneità ai vincitori della selezione in base alla normativa vigente. </w:t>
      </w:r>
    </w:p>
    <w:p w:rsidR="002F4D90" w:rsidRPr="00923BA2" w:rsidRDefault="002F4D90" w:rsidP="003131A4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 xml:space="preserve">Possesso del seguente titolo di accesso: </w:t>
      </w:r>
    </w:p>
    <w:p w:rsidR="002F4D90" w:rsidRPr="00923BA2" w:rsidRDefault="002F4D90" w:rsidP="003131A4">
      <w:pPr>
        <w:autoSpaceDE w:val="0"/>
        <w:autoSpaceDN w:val="0"/>
        <w:adjustRightInd w:val="0"/>
        <w:ind w:left="360"/>
        <w:jc w:val="both"/>
      </w:pPr>
    </w:p>
    <w:p w:rsidR="002F4D90" w:rsidRPr="00923BA2" w:rsidRDefault="002F4D90" w:rsidP="003131A4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23BA2">
        <w:rPr>
          <w:rFonts w:ascii="Times New Roman" w:hAnsi="Times New Roman"/>
          <w:b/>
          <w:sz w:val="24"/>
          <w:szCs w:val="24"/>
          <w:u w:val="single"/>
        </w:rPr>
        <w:t xml:space="preserve">Laurea Magistrale in Psicologia </w:t>
      </w:r>
    </w:p>
    <w:p w:rsidR="002F4D90" w:rsidRPr="00923BA2" w:rsidRDefault="002F4D90" w:rsidP="003131A4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23BA2">
        <w:rPr>
          <w:rFonts w:ascii="Times New Roman" w:hAnsi="Times New Roman"/>
          <w:b/>
          <w:sz w:val="24"/>
          <w:szCs w:val="24"/>
          <w:u w:val="single"/>
        </w:rPr>
        <w:t>Laurea in Psicologia (Vecchio Ordinamento)</w:t>
      </w:r>
    </w:p>
    <w:p w:rsidR="002F4D90" w:rsidRDefault="002F4D90" w:rsidP="003131A4">
      <w:pPr>
        <w:autoSpaceDE w:val="0"/>
        <w:autoSpaceDN w:val="0"/>
        <w:adjustRightInd w:val="0"/>
        <w:jc w:val="both"/>
        <w:rPr>
          <w:b/>
        </w:rPr>
      </w:pPr>
    </w:p>
    <w:p w:rsidR="002F4D90" w:rsidRDefault="002F4D90" w:rsidP="003131A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Alla presente istanza allega: </w:t>
      </w:r>
    </w:p>
    <w:p w:rsidR="002F4D90" w:rsidRDefault="002F4D90" w:rsidP="003131A4">
      <w:pPr>
        <w:autoSpaceDE w:val="0"/>
        <w:autoSpaceDN w:val="0"/>
        <w:adjustRightInd w:val="0"/>
        <w:spacing w:after="18"/>
        <w:rPr>
          <w:color w:val="000000"/>
        </w:rPr>
      </w:pPr>
      <w:r>
        <w:rPr>
          <w:color w:val="000000"/>
        </w:rPr>
        <w:t>a) Griglia per la valutazione dei titoli debitamente compilata e sottoscritta. (Allegato 2)</w:t>
      </w:r>
    </w:p>
    <w:p w:rsidR="002F4D90" w:rsidRDefault="002F4D90" w:rsidP="003131A4">
      <w:pPr>
        <w:autoSpaceDE w:val="0"/>
        <w:autoSpaceDN w:val="0"/>
        <w:adjustRightInd w:val="0"/>
        <w:spacing w:after="18"/>
        <w:rPr>
          <w:color w:val="000000"/>
        </w:rPr>
      </w:pPr>
      <w:r>
        <w:rPr>
          <w:color w:val="000000"/>
        </w:rPr>
        <w:t xml:space="preserve">b) Curriculum vitae in formato europeo, nel quale siano chiaramente indicati tutti i requisiti ai fini della selezione di cui al bando. </w:t>
      </w:r>
    </w:p>
    <w:p w:rsidR="002F4D90" w:rsidRDefault="002F4D90" w:rsidP="003131A4">
      <w:pPr>
        <w:autoSpaceDE w:val="0"/>
        <w:autoSpaceDN w:val="0"/>
        <w:adjustRightInd w:val="0"/>
        <w:spacing w:after="18"/>
        <w:rPr>
          <w:color w:val="000000"/>
        </w:rPr>
      </w:pPr>
      <w:r>
        <w:rPr>
          <w:color w:val="000000"/>
        </w:rPr>
        <w:t>c) Dichiarazione sostitutiva resa ai sensi dell’</w:t>
      </w:r>
      <w:r>
        <w:t>art. 46 D.P.R. 28 Dicembre 2000 n. 445. (Allegato3)</w:t>
      </w:r>
    </w:p>
    <w:p w:rsidR="002F4D90" w:rsidRDefault="002F4D90" w:rsidP="003131A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d) Fotocopia di un proprio documento di riconoscimento in corso di validità.</w:t>
      </w:r>
    </w:p>
    <w:p w:rsidR="002F4D90" w:rsidRDefault="002F4D90" w:rsidP="003131A4">
      <w:pPr>
        <w:autoSpaceDE w:val="0"/>
        <w:autoSpaceDN w:val="0"/>
        <w:adjustRightInd w:val="0"/>
        <w:rPr>
          <w:color w:val="000000"/>
        </w:rPr>
      </w:pPr>
    </w:p>
    <w:p w:rsidR="002F4D90" w:rsidRDefault="002F4D90" w:rsidP="003131A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Il sottoscritto autorizza l’Istituzione scolastica ad utilizzare i propri dati secondo i termini della legislazione vigente (con particolare riferimento al D.Lgs. 196/03), comunque al solo fine della documentazione relativa all’attività di cui all’oggetto. </w:t>
      </w:r>
    </w:p>
    <w:p w:rsidR="002F4D90" w:rsidRDefault="002F4D90" w:rsidP="003131A4">
      <w:pPr>
        <w:autoSpaceDE w:val="0"/>
        <w:autoSpaceDN w:val="0"/>
        <w:adjustRightInd w:val="0"/>
        <w:jc w:val="both"/>
        <w:rPr>
          <w:color w:val="000000"/>
        </w:rPr>
      </w:pPr>
    </w:p>
    <w:p w:rsidR="002F4D90" w:rsidRDefault="002F4D90" w:rsidP="003131A4">
      <w:pPr>
        <w:autoSpaceDE w:val="0"/>
        <w:autoSpaceDN w:val="0"/>
        <w:adjustRightInd w:val="0"/>
        <w:jc w:val="both"/>
        <w:rPr>
          <w:color w:val="000000"/>
        </w:rPr>
      </w:pPr>
    </w:p>
    <w:p w:rsidR="002F4D90" w:rsidRDefault="002F4D90" w:rsidP="003131A4">
      <w:p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 xml:space="preserve">______________, ________________                                                                                     In fede </w:t>
      </w:r>
    </w:p>
    <w:p w:rsidR="002F4D90" w:rsidRDefault="002F4D90" w:rsidP="003131A4">
      <w:pPr>
        <w:pStyle w:val="Default"/>
        <w:spacing w:line="360" w:lineRule="auto"/>
        <w:ind w:left="348"/>
        <w:rPr>
          <w:b/>
        </w:rPr>
      </w:pPr>
      <w:r>
        <w:t xml:space="preserve">                                                                                                                               </w:t>
      </w:r>
    </w:p>
    <w:p w:rsidR="002F4D90" w:rsidRDefault="002F4D90"/>
    <w:sectPr w:rsidR="002F4D90" w:rsidSect="008D76C5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246E"/>
    <w:multiLevelType w:val="hybridMultilevel"/>
    <w:tmpl w:val="C21AF7C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240D4"/>
    <w:multiLevelType w:val="hybridMultilevel"/>
    <w:tmpl w:val="74AA3D7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4F"/>
    <w:rsid w:val="002F4D90"/>
    <w:rsid w:val="003131A4"/>
    <w:rsid w:val="007A5337"/>
    <w:rsid w:val="008A7B4F"/>
    <w:rsid w:val="008B4539"/>
    <w:rsid w:val="008D76C5"/>
    <w:rsid w:val="00923BA2"/>
    <w:rsid w:val="00AD0FCE"/>
    <w:rsid w:val="00AE1104"/>
    <w:rsid w:val="00BC439A"/>
    <w:rsid w:val="00D7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1A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131A4"/>
    <w:pPr>
      <w:ind w:left="720"/>
      <w:contextualSpacing/>
    </w:pPr>
    <w:rPr>
      <w:rFonts w:ascii="Berlin Sans FB" w:eastAsia="Calibri" w:hAnsi="Berlin Sans FB"/>
      <w:sz w:val="22"/>
      <w:szCs w:val="22"/>
      <w:lang w:eastAsia="en-US"/>
    </w:rPr>
  </w:style>
  <w:style w:type="paragraph" w:customStyle="1" w:styleId="Default">
    <w:name w:val="Default"/>
    <w:uiPriority w:val="99"/>
    <w:rsid w:val="003131A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384</Words>
  <Characters>2194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Iole</dc:creator>
  <cp:keywords/>
  <dc:description/>
  <cp:lastModifiedBy>PC</cp:lastModifiedBy>
  <cp:revision>3</cp:revision>
  <dcterms:created xsi:type="dcterms:W3CDTF">2020-11-25T18:14:00Z</dcterms:created>
  <dcterms:modified xsi:type="dcterms:W3CDTF">2020-12-11T12:09:00Z</dcterms:modified>
</cp:coreProperties>
</file>